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C3123F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C3123F">
        <w:rPr>
          <w:rFonts w:ascii="Corbel" w:hAnsi="Corbel"/>
          <w:b/>
          <w:bCs/>
          <w:color w:val="000000" w:themeColor="text1"/>
        </w:rPr>
        <w:t xml:space="preserve">   </w:t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CD6897" w:rsidRPr="00C3123F">
        <w:rPr>
          <w:rFonts w:ascii="Corbel" w:hAnsi="Corbel"/>
          <w:b/>
          <w:bCs/>
          <w:color w:val="000000" w:themeColor="text1"/>
        </w:rPr>
        <w:tab/>
      </w:r>
      <w:r w:rsidR="00D8678B" w:rsidRPr="00C3123F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C3123F">
        <w:rPr>
          <w:rFonts w:ascii="Corbel" w:hAnsi="Corbel"/>
          <w:bCs/>
          <w:i/>
          <w:color w:val="000000" w:themeColor="text1"/>
        </w:rPr>
        <w:t>1.5</w:t>
      </w:r>
      <w:r w:rsidR="00D8678B" w:rsidRPr="00C3123F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C3123F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C3123F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C3123F">
        <w:rPr>
          <w:rFonts w:ascii="Corbel" w:hAnsi="Corbel"/>
          <w:bCs/>
          <w:i/>
          <w:color w:val="000000" w:themeColor="text1"/>
        </w:rPr>
        <w:t>12/2019</w:t>
      </w:r>
    </w:p>
    <w:p w:rsidR="0085747A" w:rsidRPr="00C312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C3123F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="00C3123F" w:rsidRDefault="00C3123F" w:rsidP="00C3123F">
      <w:pPr>
        <w:spacing w:after="0"/>
        <w:ind w:left="2124"/>
        <w:rPr>
          <w:rFonts w:ascii="Corbel" w:hAnsi="Corbel"/>
          <w:b/>
        </w:rPr>
      </w:pPr>
      <w:r>
        <w:rPr>
          <w:b/>
        </w:rPr>
        <w:t>D</w:t>
      </w:r>
      <w:r w:rsidR="0071620A" w:rsidRPr="00C3123F">
        <w:rPr>
          <w:b/>
        </w:rPr>
        <w:t>otyczy cyklu kształcenia</w:t>
      </w:r>
      <w:r w:rsidR="0085747A" w:rsidRPr="00C3123F">
        <w:rPr>
          <w:b/>
        </w:rPr>
        <w:t xml:space="preserve"> </w:t>
      </w:r>
      <w:r w:rsidR="00D60465" w:rsidRPr="00C3123F">
        <w:rPr>
          <w:i/>
        </w:rPr>
        <w:t xml:space="preserve"> </w:t>
      </w:r>
      <w:r w:rsidRPr="00C3123F">
        <w:rPr>
          <w:rFonts w:ascii="Corbel" w:hAnsi="Corbel"/>
        </w:rPr>
        <w:t>2019/2020</w:t>
      </w:r>
      <w:r w:rsidR="00AA337C" w:rsidRPr="00C3123F">
        <w:rPr>
          <w:rFonts w:ascii="Corbel" w:hAnsi="Corbel"/>
        </w:rPr>
        <w:t xml:space="preserve"> do 202</w:t>
      </w:r>
      <w:r w:rsidR="00E56E7D" w:rsidRPr="00C3123F">
        <w:rPr>
          <w:rFonts w:ascii="Corbel" w:hAnsi="Corbel"/>
        </w:rPr>
        <w:t>3</w:t>
      </w:r>
      <w:r w:rsidR="00AA337C" w:rsidRPr="00C3123F">
        <w:rPr>
          <w:rFonts w:ascii="Corbel" w:hAnsi="Corbel"/>
        </w:rPr>
        <w:t>/202</w:t>
      </w:r>
      <w:r w:rsidR="00D60465" w:rsidRPr="00C3123F">
        <w:rPr>
          <w:rFonts w:ascii="Corbel" w:hAnsi="Corbel"/>
        </w:rPr>
        <w:t>4</w:t>
      </w:r>
      <w:r w:rsidR="0085747A" w:rsidRPr="00C3123F">
        <w:rPr>
          <w:rFonts w:ascii="Corbel" w:hAnsi="Corbel"/>
          <w:b/>
        </w:rPr>
        <w:t xml:space="preserve"> </w:t>
      </w:r>
    </w:p>
    <w:p w:rsidR="0085747A" w:rsidRPr="00C3123F" w:rsidRDefault="00EA4832" w:rsidP="00C3123F">
      <w:pPr>
        <w:spacing w:after="0"/>
        <w:ind w:left="4956"/>
        <w:rPr>
          <w:rFonts w:ascii="Corbel" w:hAnsi="Corbel"/>
          <w:b/>
        </w:rPr>
      </w:pPr>
      <w:r w:rsidRPr="00C3123F">
        <w:rPr>
          <w:rFonts w:ascii="Corbel" w:hAnsi="Corbel"/>
          <w:i/>
        </w:rPr>
        <w:t xml:space="preserve"> </w:t>
      </w:r>
      <w:r w:rsidR="0085747A" w:rsidRPr="00C3123F">
        <w:rPr>
          <w:rFonts w:ascii="Corbel" w:hAnsi="Corbel"/>
          <w:i/>
          <w:sz w:val="20"/>
          <w:szCs w:val="20"/>
        </w:rPr>
        <w:t>(skrajne daty</w:t>
      </w:r>
      <w:r w:rsidR="0085747A" w:rsidRPr="00C3123F">
        <w:rPr>
          <w:rFonts w:ascii="Corbel" w:hAnsi="Corbel"/>
          <w:sz w:val="20"/>
          <w:szCs w:val="20"/>
        </w:rPr>
        <w:t>)</w:t>
      </w:r>
    </w:p>
    <w:p w:rsidR="00445970" w:rsidRPr="00C3123F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C3123F">
        <w:rPr>
          <w:rFonts w:ascii="Corbel" w:hAnsi="Corbel"/>
          <w:color w:val="000000" w:themeColor="text1"/>
          <w:sz w:val="20"/>
          <w:szCs w:val="20"/>
        </w:rPr>
        <w:tab/>
      </w:r>
      <w:r w:rsidRPr="00C3123F">
        <w:rPr>
          <w:rFonts w:ascii="Corbel" w:hAnsi="Corbel"/>
          <w:color w:val="000000" w:themeColor="text1"/>
          <w:sz w:val="20"/>
          <w:szCs w:val="20"/>
        </w:rPr>
        <w:tab/>
      </w:r>
      <w:r w:rsidRPr="00C3123F">
        <w:rPr>
          <w:rFonts w:ascii="Corbel" w:hAnsi="Corbel"/>
          <w:color w:val="000000" w:themeColor="text1"/>
          <w:sz w:val="20"/>
          <w:szCs w:val="20"/>
        </w:rPr>
        <w:tab/>
      </w:r>
      <w:r w:rsidRPr="00C3123F">
        <w:rPr>
          <w:rFonts w:ascii="Corbel" w:hAnsi="Corbel"/>
          <w:color w:val="000000" w:themeColor="text1"/>
          <w:sz w:val="20"/>
          <w:szCs w:val="20"/>
        </w:rPr>
        <w:tab/>
        <w:t xml:space="preserve">Rok akademicki </w:t>
      </w:r>
      <w:r w:rsidR="00C3123F">
        <w:rPr>
          <w:rFonts w:ascii="Corbel" w:hAnsi="Corbel"/>
          <w:color w:val="000000" w:themeColor="text1"/>
          <w:sz w:val="20"/>
          <w:szCs w:val="20"/>
        </w:rPr>
        <w:t>2023/2024</w:t>
      </w:r>
    </w:p>
    <w:p w:rsidR="0085747A" w:rsidRPr="00C3123F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C3123F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C3123F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C3123F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</w:rPr>
              <w:t>PRP50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3123F" w:rsidRDefault="00453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C3123F" w:rsidRPr="00C3123F" w:rsidTr="00C3123F">
        <w:tc>
          <w:tcPr>
            <w:tcW w:w="2694" w:type="dxa"/>
            <w:vAlign w:val="center"/>
          </w:tcPr>
          <w:p w:rsidR="00C3123F" w:rsidRPr="00C3123F" w:rsidRDefault="00C3123F" w:rsidP="00C312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3123F" w:rsidRPr="00C3123F" w:rsidRDefault="00C3123F" w:rsidP="00C312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Prawo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 xml:space="preserve">Jednolite Magisterskie 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Ogólnoakademicki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3123F" w:rsidRDefault="00952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Nies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tacjonarne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3123F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Rok V, semestr IX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3123F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F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akultatywny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923D7D" w:rsidRPr="00C312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3123F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P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olski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3123F" w:rsidRDefault="00DD5F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dr Katarzyna Czeszejko-Sochacka</w:t>
            </w:r>
          </w:p>
        </w:tc>
      </w:tr>
      <w:tr w:rsidR="0034411A" w:rsidRPr="00C3123F" w:rsidTr="00C3123F">
        <w:tc>
          <w:tcPr>
            <w:tcW w:w="2694" w:type="dxa"/>
            <w:vAlign w:val="center"/>
          </w:tcPr>
          <w:p w:rsidR="0085747A" w:rsidRPr="00C312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3123F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d</w:t>
            </w:r>
            <w:r w:rsidR="00AA337C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r Katarzyna Czeszejko-Sochacka</w:t>
            </w:r>
            <w:r w:rsidR="00D60465" w:rsidRPr="00C3123F"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  <w:t>, mgr Agnieszka Niedźwiedź</w:t>
            </w:r>
          </w:p>
        </w:tc>
      </w:tr>
    </w:tbl>
    <w:p w:rsidR="0085747A" w:rsidRPr="00C312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C3123F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C3123F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C3123F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C3123F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C3123F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C3123F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="0085747A" w:rsidRPr="00C3123F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C3123F">
        <w:rPr>
          <w:rFonts w:ascii="Corbel" w:hAnsi="Corbel"/>
          <w:color w:val="000000" w:themeColor="text1"/>
          <w:sz w:val="24"/>
          <w:szCs w:val="24"/>
        </w:rPr>
        <w:t>1</w:t>
      </w:r>
      <w:r w:rsidRPr="00C3123F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="00923D7D" w:rsidRPr="00C3123F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34411A" w:rsidRPr="00C3123F" w:rsidTr="00C3123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="00015B8F" w:rsidRPr="00C3123F" w:rsidRDefault="002B5EA0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C3123F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C3123F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C3123F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C3123F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C3123F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C3123F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C3123F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C3123F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C3123F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3123F" w:rsidRDefault="00015B8F" w:rsidP="00C312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C3123F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C3123F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C3123F" w:rsidTr="00C312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C3123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EA172B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952CF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015B8F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3123F" w:rsidRDefault="00EA172B" w:rsidP="00C3123F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923D7D" w:rsidRPr="00C3123F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="0085747A" w:rsidRPr="00C312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C3123F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C3123F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C3123F">
        <w:rPr>
          <w:rFonts w:ascii="Corbel" w:hAnsi="Corbel"/>
          <w:smallCaps w:val="0"/>
          <w:color w:val="000000" w:themeColor="text1"/>
          <w:szCs w:val="24"/>
        </w:rPr>
        <w:tab/>
      </w: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="0085747A" w:rsidRPr="00C3123F" w:rsidRDefault="00EA17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C3123F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  <w:r w:rsidR="002B5B7A" w:rsidRPr="00C3123F">
        <w:rPr>
          <w:rFonts w:ascii="Corbel" w:hAnsi="Corbel"/>
          <w:b w:val="0"/>
          <w:smallCaps w:val="0"/>
          <w:color w:val="000000" w:themeColor="text1"/>
          <w:szCs w:val="24"/>
        </w:rPr>
        <w:t>w zależności od sytuacji epidemiologicznej możliwe zajęcia w formie zdalnej</w:t>
      </w:r>
    </w:p>
    <w:p w:rsidR="0085747A" w:rsidRPr="00C3123F" w:rsidRDefault="0034411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C3123F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="0085747A" w:rsidRPr="00C3123F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E22FBC" w:rsidRPr="00C312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C3123F">
        <w:rPr>
          <w:rFonts w:ascii="Corbel" w:hAnsi="Corbel"/>
          <w:smallCaps w:val="0"/>
          <w:color w:val="000000" w:themeColor="text1"/>
          <w:szCs w:val="24"/>
        </w:rPr>
        <w:tab/>
      </w:r>
      <w:r w:rsidRPr="00C3123F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C3123F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C3123F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="00C3123F" w:rsidRDefault="00C3123F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9C54AE" w:rsidRPr="00C3123F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C3123F">
        <w:rPr>
          <w:rFonts w:ascii="Corbel" w:hAnsi="Corbel"/>
          <w:b w:val="0"/>
          <w:color w:val="000000" w:themeColor="text1"/>
          <w:szCs w:val="24"/>
        </w:rPr>
        <w:t>egzamin</w:t>
      </w:r>
    </w:p>
    <w:p w:rsidR="00EA172B" w:rsidRPr="00C3123F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C3123F">
        <w:rPr>
          <w:rFonts w:ascii="Corbel" w:hAnsi="Corbel"/>
          <w:b w:val="0"/>
          <w:color w:val="000000" w:themeColor="text1"/>
          <w:szCs w:val="24"/>
        </w:rPr>
        <w:t>zaliczenie ćwiczeń z oceną</w:t>
      </w:r>
    </w:p>
    <w:p w:rsidR="00E960BB" w:rsidRPr="00C3123F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color w:val="000000" w:themeColor="text1"/>
          <w:szCs w:val="24"/>
        </w:rPr>
        <w:t xml:space="preserve">2.Wymagania wstępne </w:t>
      </w:r>
    </w:p>
    <w:p w:rsidR="00C3123F" w:rsidRPr="00C3123F" w:rsidRDefault="00C3123F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23F" w:rsidTr="00745302">
        <w:tc>
          <w:tcPr>
            <w:tcW w:w="9670" w:type="dxa"/>
          </w:tcPr>
          <w:p w:rsidR="0085747A" w:rsidRPr="00C3123F" w:rsidRDefault="00EA17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>Podstawowe wiadomości z zakresu prawoznawstwa, logiki, organów ochrony prawnej oraz prawa karnego materialnego i procesowego. Znajomość metod wykładni i reguł argumentacji prawniczej oraz znajomość struktury organów ochrony prawa krajowego i organów międzynarodowych, znajomość źródeł prawa, umów międzynarodowych oraz zasad współpracy między państwami</w:t>
            </w:r>
          </w:p>
        </w:tc>
      </w:tr>
    </w:tbl>
    <w:p w:rsidR="00153C41" w:rsidRPr="00C3123F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C3123F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color w:val="000000" w:themeColor="text1"/>
          <w:szCs w:val="24"/>
        </w:rPr>
        <w:t>3.</w:t>
      </w:r>
      <w:r w:rsidR="0085747A" w:rsidRPr="00C3123F">
        <w:rPr>
          <w:rFonts w:ascii="Corbel" w:hAnsi="Corbel"/>
          <w:color w:val="000000" w:themeColor="text1"/>
          <w:szCs w:val="24"/>
        </w:rPr>
        <w:t xml:space="preserve"> </w:t>
      </w:r>
      <w:r w:rsidR="00A84C85" w:rsidRPr="00C3123F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C3123F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="0085747A" w:rsidRPr="00C3123F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C3123F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C3123F">
        <w:rPr>
          <w:rFonts w:ascii="Corbel" w:hAnsi="Corbel"/>
          <w:color w:val="000000" w:themeColor="text1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4411A" w:rsidRPr="00C3123F" w:rsidTr="00AB7F5C">
        <w:tc>
          <w:tcPr>
            <w:tcW w:w="851" w:type="dxa"/>
            <w:vAlign w:val="center"/>
          </w:tcPr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34411A" w:rsidRPr="00C3123F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C3123F" w:rsidRDefault="00097B2A" w:rsidP="00AB7F5C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34411A" w:rsidRPr="00C3123F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34411A" w:rsidRPr="00C3123F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097B2A" w:rsidRPr="00C3123F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:rsidR="00097B2A" w:rsidRPr="00C3123F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C3123F"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:rsidR="00F83B28" w:rsidRPr="00C3123F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p w:rsidR="001D7B54" w:rsidRPr="00C3123F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bookmarkStart w:id="0" w:name="_GoBack"/>
      <w:bookmarkEnd w:id="0"/>
      <w:r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C3123F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="001D7B54" w:rsidRPr="00C3123F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4411A" w:rsidRPr="00C3123F" w:rsidTr="0071620A">
        <w:tc>
          <w:tcPr>
            <w:tcW w:w="1701" w:type="dxa"/>
            <w:vAlign w:val="center"/>
          </w:tcPr>
          <w:p w:rsidR="0085747A" w:rsidRPr="00C3123F" w:rsidRDefault="0085747A" w:rsidP="00C312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="00A84C85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3123F" w:rsidRDefault="0085747A" w:rsidP="00C312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3123F" w:rsidRDefault="0085747A" w:rsidP="00C312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C3123F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34411A" w:rsidRPr="00C3123F" w:rsidTr="005E6E85">
        <w:tc>
          <w:tcPr>
            <w:tcW w:w="1701" w:type="dxa"/>
          </w:tcPr>
          <w:p w:rsidR="0085747A" w:rsidRPr="00C3123F" w:rsidRDefault="0085747A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73" w:type="dxa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K_WO1</w:t>
            </w:r>
          </w:p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K_WO2</w:t>
            </w:r>
          </w:p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K_WO3</w:t>
            </w:r>
          </w:p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K_WO4</w:t>
            </w:r>
          </w:p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K_WO6</w:t>
            </w:r>
          </w:p>
          <w:p w:rsidR="0085747A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K_WO7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K_WO6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K_WO9</w:t>
            </w:r>
          </w:p>
          <w:p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K_W10</w:t>
            </w:r>
          </w:p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K_UO5</w:t>
            </w:r>
          </w:p>
          <w:p w:rsidR="00FC1E5D" w:rsidRPr="00C3123F" w:rsidRDefault="00FC1E5D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K_UO2</w:t>
            </w:r>
          </w:p>
          <w:p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K_U12</w:t>
            </w:r>
          </w:p>
          <w:p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 K_U13</w:t>
            </w:r>
          </w:p>
          <w:p w:rsidR="0034411A" w:rsidRPr="00C3123F" w:rsidRDefault="0034411A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K_U17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K_UO3</w:t>
            </w:r>
          </w:p>
          <w:p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K_UO8</w:t>
            </w:r>
          </w:p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K_UO4</w:t>
            </w:r>
          </w:p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K_UO6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K_UO1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K_KO1</w:t>
            </w:r>
          </w:p>
          <w:p w:rsidR="00AC714C" w:rsidRPr="00C3123F" w:rsidRDefault="00AC714C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</w:t>
            </w:r>
            <w:r w:rsidR="0034411A"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_</w:t>
            </w: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ko4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ocennych),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K_KO6</w:t>
            </w:r>
          </w:p>
          <w:p w:rsidR="00AC714C" w:rsidRPr="00C3123F" w:rsidRDefault="00AC714C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K_KO1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</w:t>
            </w:r>
            <w:r w:rsidR="00AC714C"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7</w:t>
            </w:r>
          </w:p>
        </w:tc>
      </w:tr>
      <w:tr w:rsidR="0034411A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K_KO5</w:t>
            </w:r>
          </w:p>
        </w:tc>
      </w:tr>
      <w:tr w:rsidR="00AA7542" w:rsidRPr="00C3123F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</w:t>
            </w:r>
            <w:r w:rsidR="00FC1E5D"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o1</w:t>
            </w:r>
          </w:p>
          <w:p w:rsidR="00AA7542" w:rsidRPr="00C3123F" w:rsidRDefault="0059587B" w:rsidP="00C3123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K_KO7</w:t>
            </w:r>
          </w:p>
        </w:tc>
      </w:tr>
    </w:tbl>
    <w:p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C312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C3123F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C3123F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C3123F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="0085747A" w:rsidRPr="00C312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:rsidR="00675843" w:rsidRPr="00C312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34411A" w:rsidRPr="00C3123F" w:rsidTr="0041589C">
        <w:tc>
          <w:tcPr>
            <w:tcW w:w="9639" w:type="dxa"/>
          </w:tcPr>
          <w:p w:rsidR="00D60465" w:rsidRPr="00C3123F" w:rsidRDefault="00D60465" w:rsidP="004158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34411A" w:rsidRPr="00C3123F" w:rsidTr="0041589C">
        <w:tc>
          <w:tcPr>
            <w:tcW w:w="9639" w:type="dxa"/>
          </w:tcPr>
          <w:p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karnego, odpowiedzialność państwa, a odpowiedzialność osób fizycznych- 2h</w:t>
            </w:r>
          </w:p>
        </w:tc>
      </w:tr>
      <w:tr w:rsidR="0034411A" w:rsidRPr="00C3123F" w:rsidTr="0041589C">
        <w:tc>
          <w:tcPr>
            <w:tcW w:w="9639" w:type="dxa"/>
          </w:tcPr>
          <w:p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Problematyka rozkazu wojskowego na gruncie przepisów prawa karnego międzynarodowego. Analiza porównawcza z prawem karnym materialnym - 4 h</w:t>
            </w:r>
          </w:p>
        </w:tc>
      </w:tr>
      <w:tr w:rsidR="0034411A" w:rsidRPr="00C3123F" w:rsidTr="0041589C">
        <w:tc>
          <w:tcPr>
            <w:tcW w:w="9639" w:type="dxa"/>
          </w:tcPr>
          <w:p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Międzynarodowa współpraca w sprawach karnych, wspólne zespoły dochodzeniowo – śledcze - 2h</w:t>
            </w:r>
          </w:p>
        </w:tc>
      </w:tr>
      <w:tr w:rsidR="0034411A" w:rsidRPr="00C3123F" w:rsidTr="0041589C">
        <w:tc>
          <w:tcPr>
            <w:tcW w:w="9639" w:type="dxa"/>
          </w:tcPr>
          <w:p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ekstradycja, europejski nakaz aresztowania przekazanie i przejęcie ścigania. Analiza porównawcza z prawem karnym materialnym. - 2h</w:t>
            </w:r>
          </w:p>
        </w:tc>
      </w:tr>
      <w:tr w:rsidR="0034411A" w:rsidRPr="00C3123F" w:rsidTr="0041589C">
        <w:trPr>
          <w:trHeight w:val="62"/>
        </w:trPr>
        <w:tc>
          <w:tcPr>
            <w:tcW w:w="9639" w:type="dxa"/>
          </w:tcPr>
          <w:p w:rsidR="00D60465" w:rsidRPr="00C3123F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Problematyka zbrodni międzynarodowych (hierarchia zbrodni międzynarodowych, strona podmiotowa, strona przedmiotowa, podmiot, przedmiot przestępstwa) 3 h</w:t>
            </w:r>
          </w:p>
        </w:tc>
      </w:tr>
      <w:tr w:rsidR="00D60465" w:rsidRPr="00C3123F" w:rsidTr="0041589C">
        <w:tc>
          <w:tcPr>
            <w:tcW w:w="9639" w:type="dxa"/>
          </w:tcPr>
          <w:p w:rsidR="00D60465" w:rsidRPr="00C3123F" w:rsidRDefault="00D60465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humanitarne- 2h</w:t>
            </w:r>
          </w:p>
        </w:tc>
      </w:tr>
    </w:tbl>
    <w:p w:rsidR="0085747A" w:rsidRPr="00C3123F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C312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C3123F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C3123F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C3123F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:rsidR="0085747A" w:rsidRPr="00C3123F" w:rsidRDefault="0085747A" w:rsidP="009C54AE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4411A" w:rsidRPr="00C3123F" w:rsidTr="0041589C">
        <w:tc>
          <w:tcPr>
            <w:tcW w:w="9639" w:type="dxa"/>
          </w:tcPr>
          <w:p w:rsidR="00D60465" w:rsidRPr="00C3123F" w:rsidRDefault="00D60465" w:rsidP="004158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34411A" w:rsidRPr="00C3123F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34411A" w:rsidRPr="00C3123F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34411A" w:rsidRPr="00C3123F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34411A" w:rsidRPr="00C3123F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Prawo karne kolizyjne, immunitety - 2 h</w:t>
            </w:r>
          </w:p>
        </w:tc>
      </w:tr>
      <w:tr w:rsidR="00D60465" w:rsidRPr="00C3123F" w:rsidTr="00415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465" w:rsidRPr="00C3123F" w:rsidRDefault="00D60465" w:rsidP="0041589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C3123F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C3123F" w:rsidRDefault="009F4610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C3123F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="00FC3924" w:rsidRPr="00C3123F" w:rsidRDefault="00FC3924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wykład problemowy, wykład z prezentacją multimedialną.</w:t>
      </w:r>
    </w:p>
    <w:p w:rsidR="00E21E7D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smallCaps w:val="0"/>
          <w:color w:val="000000" w:themeColor="text1"/>
          <w:sz w:val="20"/>
          <w:szCs w:val="20"/>
        </w:rPr>
        <w:t>N</w:t>
      </w:r>
      <w:r w:rsidR="0085747A" w:rsidRPr="00C3123F">
        <w:rPr>
          <w:rFonts w:ascii="Corbel" w:hAnsi="Corbel"/>
          <w:b w:val="0"/>
          <w:smallCaps w:val="0"/>
          <w:color w:val="000000" w:themeColor="text1"/>
          <w:sz w:val="20"/>
          <w:szCs w:val="20"/>
        </w:rPr>
        <w:t>p</w:t>
      </w:r>
      <w:r w:rsidR="0085747A" w:rsidRPr="00C3123F">
        <w:rPr>
          <w:rFonts w:ascii="Corbel" w:hAnsi="Corbel"/>
          <w:color w:val="000000" w:themeColor="text1"/>
          <w:sz w:val="20"/>
          <w:szCs w:val="20"/>
        </w:rPr>
        <w:t>.:</w:t>
      </w:r>
      <w:r w:rsidR="00923D7D" w:rsidRPr="00C3123F">
        <w:rPr>
          <w:rFonts w:ascii="Corbel" w:hAnsi="Corbel"/>
          <w:color w:val="000000" w:themeColor="text1"/>
          <w:sz w:val="20"/>
          <w:szCs w:val="20"/>
        </w:rPr>
        <w:t xml:space="preserve"> </w:t>
      </w:r>
    </w:p>
    <w:p w:rsidR="00153C41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i/>
          <w:color w:val="000000" w:themeColor="text1"/>
          <w:sz w:val="20"/>
          <w:szCs w:val="20"/>
        </w:rPr>
        <w:t xml:space="preserve"> </w:t>
      </w: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ykład</w:t>
      </w: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: wykład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problemowy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,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wykład z prezentacją multimedialną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,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metody kształcenia na odległość </w:t>
      </w:r>
    </w:p>
    <w:p w:rsidR="00153C41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Ćwiczenia: </w:t>
      </w:r>
      <w:r w:rsidR="009F4610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analiza 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tekstów z dyskusją,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metoda projektów</w:t>
      </w:r>
      <w:r w:rsidR="00923D7D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(projekt badawczy, wdrożeniowy, praktyczny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),</w:t>
      </w:r>
      <w:r w:rsidR="001718A7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praca w 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grupach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(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rozwiązywanie zadań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,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dyskusja</w:t>
      </w:r>
      <w:r w:rsidR="0071620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),</w:t>
      </w:r>
      <w:r w:rsidR="001718A7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gry dydaktyczne,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metody kształcenia na odległość </w:t>
      </w:r>
    </w:p>
    <w:p w:rsidR="0085747A" w:rsidRPr="00C312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Laboratorium: </w:t>
      </w:r>
      <w:r w:rsidR="0085747A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wykonywanie doświadczeń, projektowanie doświadczeń</w:t>
      </w:r>
      <w:r w:rsidR="00BF2C41" w:rsidRPr="00C3123F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</w:t>
      </w:r>
    </w:p>
    <w:p w:rsidR="00E960BB" w:rsidRPr="00C312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C3123F" w:rsidRDefault="00C312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C3123F" w:rsidRDefault="00C312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C312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C3123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C312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C312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C3123F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34411A" w:rsidRPr="00C3123F" w:rsidTr="00C05F44">
        <w:tc>
          <w:tcPr>
            <w:tcW w:w="1985" w:type="dxa"/>
            <w:vAlign w:val="center"/>
          </w:tcPr>
          <w:p w:rsidR="0085747A" w:rsidRPr="00C312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312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Metody oceny efektów uczenia si</w:t>
            </w:r>
            <w:r w:rsidR="00AC714C"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ę</w:t>
            </w:r>
          </w:p>
          <w:p w:rsidR="0085747A" w:rsidRPr="00C312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(</w:t>
            </w:r>
            <w:r w:rsidR="0085747A"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312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="0085747A" w:rsidRPr="00C312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34411A" w:rsidRPr="00C3123F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 01 - 04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</w:tc>
      </w:tr>
      <w:tr w:rsidR="0034411A" w:rsidRPr="00C3123F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 05-09, Ek_11-13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 </w:t>
            </w:r>
          </w:p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opracowanie na ćwiczeniach kazusów, obserwacja w trakcje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:rsidR="0059587B" w:rsidRPr="00C3123F" w:rsidRDefault="00952CF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</w:t>
            </w:r>
            <w:r w:rsidR="0059587B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wiczenia</w:t>
            </w:r>
          </w:p>
        </w:tc>
      </w:tr>
      <w:tr w:rsidR="0034411A" w:rsidRPr="00C3123F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</w:t>
            </w:r>
          </w:p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zajęć, konwersatoria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Wykład  </w:t>
            </w:r>
          </w:p>
          <w:p w:rsidR="0059587B" w:rsidRPr="00C3123F" w:rsidRDefault="00952CF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</w:t>
            </w:r>
            <w:r w:rsidR="0059587B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wiczenia</w:t>
            </w:r>
          </w:p>
        </w:tc>
      </w:tr>
      <w:tr w:rsidR="0059587B" w:rsidRPr="00C3123F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EK_14-19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Obserwacja w trakcie zajęć, konwersatoria w trakcie zajęć, </w:t>
            </w:r>
          </w:p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Ćwiczenia</w:t>
            </w:r>
          </w:p>
          <w:p w:rsidR="0059587B" w:rsidRPr="00C3123F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:rsidR="0059587B" w:rsidRPr="00C3123F" w:rsidRDefault="00952CF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="0059587B"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ykład</w:t>
            </w:r>
          </w:p>
        </w:tc>
      </w:tr>
    </w:tbl>
    <w:p w:rsidR="00923D7D" w:rsidRPr="00C312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C312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C3123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C312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23F" w:rsidTr="00923D7D">
        <w:tc>
          <w:tcPr>
            <w:tcW w:w="9670" w:type="dxa"/>
          </w:tcPr>
          <w:p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 xml:space="preserve">Egzamin pisemny </w:t>
            </w:r>
            <w:r w:rsidR="00213BB4" w:rsidRPr="00C3123F">
              <w:rPr>
                <w:rFonts w:ascii="Corbel" w:eastAsia="Times New Roman" w:hAnsi="Corbel"/>
                <w:color w:val="000000" w:themeColor="text1"/>
                <w:szCs w:val="20"/>
              </w:rPr>
              <w:t>[</w:t>
            </w: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obejmujący pytania – testowe (20 pytań, każde punktowane 1 pkt) oraz  jedno pytanie opisowe (2 punkty) (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test jednokrotnego wyboru) – warunkiem zaliczenia egz</w:t>
            </w:r>
            <w:r w:rsidR="00213BB4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aminu jest zdobycie 12 punktów] lub egzamin ustny– w zależności od preferencji prowadzącego zajęcia. 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Skala ocen</w:t>
            </w:r>
            <w:r w:rsidR="00213BB4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przypadku egzaminu pisemnego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22 pkt -21 pkt 5.0</w:t>
            </w:r>
          </w:p>
          <w:p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20 pkt-19 pkt 4.5</w:t>
            </w:r>
          </w:p>
          <w:p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18 pkt-16 pkt 4.0</w:t>
            </w:r>
          </w:p>
          <w:p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15 pkt-14 pkt 3.5</w:t>
            </w:r>
          </w:p>
          <w:p w:rsidR="00AA7542" w:rsidRPr="00C3123F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13 pkt -12 pkt 3.0</w:t>
            </w:r>
          </w:p>
          <w:p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Kryteria oceny udziału w ćwiczeniach : obecności na ćwiczeniach (dopuszczalna 1 nieobecność w semestrze) oraz  3 pytania opisowe</w:t>
            </w:r>
            <w:r w:rsidR="00213BB4" w:rsidRPr="00C3123F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lub zaliczenie w formie odpowiedzi ustnej – w zależności wyboru przez prowadzącego zajęcia</w:t>
            </w: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. Za każde pytanie można zdobyć 2  punkty. Warunkiem uzyskania zaliczenia jest zdobycie 3 punktów. Możliwość podniesienia przez nauczyciela oceny o pół stopnia za wyjątkową aktywność studenta podczas zajęć.</w:t>
            </w:r>
          </w:p>
          <w:p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 xml:space="preserve">Skala ocen: </w:t>
            </w:r>
          </w:p>
          <w:p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6 pkt 5,0</w:t>
            </w:r>
          </w:p>
          <w:p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5,5 pkt 4,5</w:t>
            </w:r>
          </w:p>
          <w:p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5 pkt-4 pkt 4,0</w:t>
            </w:r>
          </w:p>
          <w:p w:rsidR="00AA7542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3,5 pkt 3,5</w:t>
            </w:r>
          </w:p>
          <w:p w:rsidR="0085747A" w:rsidRPr="00C3123F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C3123F">
              <w:rPr>
                <w:rFonts w:ascii="Corbel" w:eastAsia="Times New Roman" w:hAnsi="Corbel"/>
                <w:color w:val="000000" w:themeColor="text1"/>
                <w:szCs w:val="20"/>
              </w:rPr>
              <w:t>3 pkt 3,0</w:t>
            </w:r>
          </w:p>
        </w:tc>
      </w:tr>
    </w:tbl>
    <w:p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9F4610" w:rsidRPr="00C3123F" w:rsidRDefault="00C3123F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  <w:sz w:val="24"/>
          <w:szCs w:val="24"/>
        </w:rPr>
        <w:br w:type="column"/>
      </w:r>
      <w:r w:rsidR="0085747A" w:rsidRPr="00C3123F">
        <w:rPr>
          <w:rFonts w:ascii="Corbel" w:hAnsi="Corbel"/>
          <w:b/>
          <w:color w:val="000000" w:themeColor="text1"/>
          <w:sz w:val="24"/>
          <w:szCs w:val="24"/>
        </w:rPr>
        <w:lastRenderedPageBreak/>
        <w:t xml:space="preserve">5. </w:t>
      </w:r>
      <w:r w:rsidR="00C61DC5" w:rsidRPr="00C3123F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312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4411A" w:rsidRPr="00C3123F" w:rsidTr="003E1941">
        <w:tc>
          <w:tcPr>
            <w:tcW w:w="4962" w:type="dxa"/>
            <w:vAlign w:val="center"/>
          </w:tcPr>
          <w:p w:rsidR="0085747A" w:rsidRPr="00C312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312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34411A" w:rsidRPr="00C3123F" w:rsidTr="00923D7D">
        <w:tc>
          <w:tcPr>
            <w:tcW w:w="4962" w:type="dxa"/>
          </w:tcPr>
          <w:p w:rsidR="0085747A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AC714C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 </w:t>
            </w: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C3123F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34411A" w:rsidRPr="00C3123F" w:rsidTr="00923D7D">
        <w:tc>
          <w:tcPr>
            <w:tcW w:w="4962" w:type="dxa"/>
          </w:tcPr>
          <w:p w:rsidR="00C61DC5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="00C61DC5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C3123F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34411A" w:rsidRPr="00C3123F" w:rsidTr="00923D7D">
        <w:tc>
          <w:tcPr>
            <w:tcW w:w="4962" w:type="dxa"/>
          </w:tcPr>
          <w:p w:rsidR="0071620A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:rsidR="00C61DC5" w:rsidRPr="00C312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C3123F" w:rsidRDefault="000E53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80</w:t>
            </w:r>
          </w:p>
        </w:tc>
      </w:tr>
      <w:tr w:rsidR="0034411A" w:rsidRPr="00C3123F" w:rsidTr="00923D7D">
        <w:tc>
          <w:tcPr>
            <w:tcW w:w="4962" w:type="dxa"/>
          </w:tcPr>
          <w:p w:rsidR="0085747A" w:rsidRPr="00C312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3123F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115</w:t>
            </w:r>
          </w:p>
        </w:tc>
      </w:tr>
      <w:tr w:rsidR="0034411A" w:rsidRPr="00C3123F" w:rsidTr="00923D7D">
        <w:tc>
          <w:tcPr>
            <w:tcW w:w="4962" w:type="dxa"/>
          </w:tcPr>
          <w:p w:rsidR="0085747A" w:rsidRPr="00C312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3123F" w:rsidRDefault="000D03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123F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85747A" w:rsidRPr="00C312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C3123F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C3123F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="003E1941" w:rsidRPr="00C312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C3123F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PRAKTYKI ZAWODOWE W RAMACH PRZEDMIOTU</w:t>
      </w:r>
    </w:p>
    <w:p w:rsidR="0085747A" w:rsidRPr="00C312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4411A" w:rsidRPr="00C3123F" w:rsidTr="00C3123F">
        <w:trPr>
          <w:trHeight w:val="397"/>
        </w:trPr>
        <w:tc>
          <w:tcPr>
            <w:tcW w:w="3544" w:type="dxa"/>
          </w:tcPr>
          <w:p w:rsidR="0085747A" w:rsidRPr="00C312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3123F" w:rsidRDefault="00C31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C3123F" w:rsidTr="00C3123F">
        <w:trPr>
          <w:trHeight w:val="397"/>
        </w:trPr>
        <w:tc>
          <w:tcPr>
            <w:tcW w:w="3544" w:type="dxa"/>
          </w:tcPr>
          <w:p w:rsidR="0085747A" w:rsidRPr="00C312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3123F" w:rsidRDefault="00C312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:rsidR="003E1941" w:rsidRPr="00C312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C3123F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C3123F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C3123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675843" w:rsidRPr="00C3123F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4411A" w:rsidRPr="00C3123F" w:rsidTr="00C3123F">
        <w:trPr>
          <w:trHeight w:val="397"/>
        </w:trPr>
        <w:tc>
          <w:tcPr>
            <w:tcW w:w="7513" w:type="dxa"/>
          </w:tcPr>
          <w:p w:rsidR="00AA7542" w:rsidRPr="00C3123F" w:rsidRDefault="00AA7542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 w:val="22"/>
              </w:rPr>
              <w:t>Literatura podstawowa:</w:t>
            </w:r>
          </w:p>
          <w:p w:rsidR="00AC714C" w:rsidRPr="00C3123F" w:rsidRDefault="00AC714C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:rsidR="00AC714C" w:rsidRPr="00C3123F" w:rsidRDefault="00AC714C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:rsidR="00AA7542" w:rsidRPr="00C3123F" w:rsidRDefault="00AA7542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J. Izydorczyk, M. Królikowski, P. Wiliński, Podstawy prawa karnego międzynarodowego, Warszawa 2008</w:t>
            </w:r>
          </w:p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  <w:tr w:rsidR="00AA7542" w:rsidRPr="00C3123F" w:rsidTr="00C3123F">
        <w:trPr>
          <w:trHeight w:val="397"/>
        </w:trPr>
        <w:tc>
          <w:tcPr>
            <w:tcW w:w="7513" w:type="dxa"/>
          </w:tcPr>
          <w:p w:rsidR="00AA7542" w:rsidRPr="00C3123F" w:rsidRDefault="00AA7542" w:rsidP="00C3123F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  <w:r w:rsidRPr="00C3123F">
              <w:rPr>
                <w:rFonts w:ascii="Corbel" w:hAnsi="Corbel"/>
                <w:smallCaps w:val="0"/>
                <w:color w:val="000000" w:themeColor="text1"/>
                <w:sz w:val="22"/>
              </w:rPr>
              <w:t xml:space="preserve"> </w:t>
            </w:r>
          </w:p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M. Królikowski, P. Wiliński, J. Izydorczyk, M. </w:t>
            </w:r>
            <w:proofErr w:type="spellStart"/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Znojek</w:t>
            </w:r>
            <w:proofErr w:type="spellEnd"/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Prawo karne międzynarodowe. Wybór źródeł, Warszawa 2010.</w:t>
            </w:r>
          </w:p>
          <w:p w:rsidR="00AA7542" w:rsidRPr="00C3123F" w:rsidRDefault="00AA7542" w:rsidP="00C3123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C3123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</w:p>
        </w:tc>
      </w:tr>
    </w:tbl>
    <w:p w:rsidR="0085747A" w:rsidRPr="00C3123F" w:rsidRDefault="0085747A" w:rsidP="00952CFF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C3123F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C3123F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C3123F" w:rsidSect="00C3123F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2C8" w:rsidRDefault="001842C8" w:rsidP="00C16ABF">
      <w:pPr>
        <w:spacing w:after="0" w:line="240" w:lineRule="auto"/>
      </w:pPr>
      <w:r>
        <w:separator/>
      </w:r>
    </w:p>
  </w:endnote>
  <w:endnote w:type="continuationSeparator" w:id="0">
    <w:p w:rsidR="001842C8" w:rsidRDefault="001842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2C8" w:rsidRDefault="001842C8" w:rsidP="00C16ABF">
      <w:pPr>
        <w:spacing w:after="0" w:line="240" w:lineRule="auto"/>
      </w:pPr>
      <w:r>
        <w:separator/>
      </w:r>
    </w:p>
  </w:footnote>
  <w:footnote w:type="continuationSeparator" w:id="0">
    <w:p w:rsidR="001842C8" w:rsidRDefault="001842C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23F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3D009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0E"/>
    <w:rsid w:val="00070ED6"/>
    <w:rsid w:val="000742DC"/>
    <w:rsid w:val="00084C12"/>
    <w:rsid w:val="0009462C"/>
    <w:rsid w:val="00094B12"/>
    <w:rsid w:val="00096C46"/>
    <w:rsid w:val="00097B2A"/>
    <w:rsid w:val="000A296F"/>
    <w:rsid w:val="000A2A28"/>
    <w:rsid w:val="000B192D"/>
    <w:rsid w:val="000B28EE"/>
    <w:rsid w:val="000B3E37"/>
    <w:rsid w:val="000D0375"/>
    <w:rsid w:val="000D04B0"/>
    <w:rsid w:val="000E53F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E1"/>
    <w:rsid w:val="001842C8"/>
    <w:rsid w:val="00192F37"/>
    <w:rsid w:val="001A70D2"/>
    <w:rsid w:val="001D657B"/>
    <w:rsid w:val="001D7B54"/>
    <w:rsid w:val="001E0209"/>
    <w:rsid w:val="001F13DC"/>
    <w:rsid w:val="001F2CA2"/>
    <w:rsid w:val="00213BB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B7A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9A"/>
    <w:rsid w:val="003343CF"/>
    <w:rsid w:val="0034411A"/>
    <w:rsid w:val="00346FE9"/>
    <w:rsid w:val="0034759A"/>
    <w:rsid w:val="003503F6"/>
    <w:rsid w:val="003530DD"/>
    <w:rsid w:val="00361EC9"/>
    <w:rsid w:val="00363F78"/>
    <w:rsid w:val="003A0A5B"/>
    <w:rsid w:val="003A1176"/>
    <w:rsid w:val="003B350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CD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72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BC7"/>
    <w:rsid w:val="0056696D"/>
    <w:rsid w:val="0059484D"/>
    <w:rsid w:val="0059587B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341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3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AD6"/>
    <w:rsid w:val="007C3299"/>
    <w:rsid w:val="007C3BCC"/>
    <w:rsid w:val="007C4546"/>
    <w:rsid w:val="007D6E56"/>
    <w:rsid w:val="007F4155"/>
    <w:rsid w:val="0081554D"/>
    <w:rsid w:val="0081707E"/>
    <w:rsid w:val="008275C6"/>
    <w:rsid w:val="00843D6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F41"/>
    <w:rsid w:val="008F6E29"/>
    <w:rsid w:val="0091065F"/>
    <w:rsid w:val="009115A4"/>
    <w:rsid w:val="00916188"/>
    <w:rsid w:val="00923D7D"/>
    <w:rsid w:val="009508DF"/>
    <w:rsid w:val="00950DAC"/>
    <w:rsid w:val="00952CFF"/>
    <w:rsid w:val="00954A07"/>
    <w:rsid w:val="00965868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B9C"/>
    <w:rsid w:val="00A43BF6"/>
    <w:rsid w:val="00A53FA5"/>
    <w:rsid w:val="00A54817"/>
    <w:rsid w:val="00A601C8"/>
    <w:rsid w:val="00A60799"/>
    <w:rsid w:val="00A84C85"/>
    <w:rsid w:val="00A96249"/>
    <w:rsid w:val="00A97DE1"/>
    <w:rsid w:val="00AA337C"/>
    <w:rsid w:val="00AA7542"/>
    <w:rsid w:val="00AB053C"/>
    <w:rsid w:val="00AC714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0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BB4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3F"/>
    <w:rsid w:val="00C324C1"/>
    <w:rsid w:val="00C36992"/>
    <w:rsid w:val="00C56036"/>
    <w:rsid w:val="00C61DC5"/>
    <w:rsid w:val="00C67E92"/>
    <w:rsid w:val="00C70A26"/>
    <w:rsid w:val="00C766DF"/>
    <w:rsid w:val="00C87366"/>
    <w:rsid w:val="00C94B98"/>
    <w:rsid w:val="00CA2B96"/>
    <w:rsid w:val="00CA5089"/>
    <w:rsid w:val="00CC1CE3"/>
    <w:rsid w:val="00CD6897"/>
    <w:rsid w:val="00CE5BAC"/>
    <w:rsid w:val="00CF25BE"/>
    <w:rsid w:val="00CF78ED"/>
    <w:rsid w:val="00D02B25"/>
    <w:rsid w:val="00D02EBA"/>
    <w:rsid w:val="00D10204"/>
    <w:rsid w:val="00D17C3C"/>
    <w:rsid w:val="00D25632"/>
    <w:rsid w:val="00D26B2C"/>
    <w:rsid w:val="00D352C9"/>
    <w:rsid w:val="00D425B2"/>
    <w:rsid w:val="00D428D6"/>
    <w:rsid w:val="00D42F74"/>
    <w:rsid w:val="00D552B2"/>
    <w:rsid w:val="00D60465"/>
    <w:rsid w:val="00D608D1"/>
    <w:rsid w:val="00D74119"/>
    <w:rsid w:val="00D8075B"/>
    <w:rsid w:val="00D8678B"/>
    <w:rsid w:val="00DA2114"/>
    <w:rsid w:val="00DD5F6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E7D"/>
    <w:rsid w:val="00E63348"/>
    <w:rsid w:val="00E77E88"/>
    <w:rsid w:val="00E8107D"/>
    <w:rsid w:val="00E960BB"/>
    <w:rsid w:val="00EA172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6D4"/>
    <w:rsid w:val="00F526AF"/>
    <w:rsid w:val="00F60667"/>
    <w:rsid w:val="00F617C3"/>
    <w:rsid w:val="00F7066B"/>
    <w:rsid w:val="00F83B28"/>
    <w:rsid w:val="00FA46E5"/>
    <w:rsid w:val="00FB7DBA"/>
    <w:rsid w:val="00FC1C25"/>
    <w:rsid w:val="00FC1E5D"/>
    <w:rsid w:val="00FC392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A613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is1">
    <w:name w:val="Podpis1"/>
    <w:basedOn w:val="Normalny"/>
    <w:rsid w:val="00AA754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1B482-E549-43A2-9636-4C56FADA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1440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2021-02-19T14:16:00Z</cp:lastPrinted>
  <dcterms:created xsi:type="dcterms:W3CDTF">2021-03-25T13:04:00Z</dcterms:created>
  <dcterms:modified xsi:type="dcterms:W3CDTF">2021-03-25T13:04:00Z</dcterms:modified>
</cp:coreProperties>
</file>